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2E474" w14:textId="77777777" w:rsidR="00E01D37" w:rsidRPr="00B5382C" w:rsidRDefault="00E01D37">
      <w:pPr>
        <w:pStyle w:val="a3"/>
        <w:rPr>
          <w:spacing w:val="0"/>
        </w:rPr>
      </w:pPr>
      <w:r w:rsidRPr="00B5382C">
        <w:rPr>
          <w:rFonts w:hint="eastAsia"/>
          <w:spacing w:val="0"/>
        </w:rPr>
        <w:t>別紙</w:t>
      </w:r>
    </w:p>
    <w:p w14:paraId="3B131826" w14:textId="77777777" w:rsidR="007C0C67" w:rsidRPr="00B5382C" w:rsidRDefault="007C0C67" w:rsidP="007C0C67">
      <w:pPr>
        <w:pStyle w:val="a3"/>
        <w:jc w:val="center"/>
        <w:rPr>
          <w:spacing w:val="0"/>
          <w:sz w:val="28"/>
          <w:szCs w:val="28"/>
        </w:rPr>
      </w:pPr>
      <w:r w:rsidRPr="00B5382C">
        <w:rPr>
          <w:rFonts w:hint="eastAsia"/>
          <w:spacing w:val="0"/>
          <w:sz w:val="28"/>
          <w:szCs w:val="28"/>
        </w:rPr>
        <w:t>誓　　　　約　　　　書</w:t>
      </w:r>
    </w:p>
    <w:p w14:paraId="669233C2" w14:textId="77777777" w:rsidR="00E01D37" w:rsidRPr="00B5382C" w:rsidRDefault="00E01D37" w:rsidP="00E01D37">
      <w:pPr>
        <w:pStyle w:val="a3"/>
        <w:jc w:val="center"/>
        <w:rPr>
          <w:spacing w:val="0"/>
          <w:sz w:val="28"/>
          <w:szCs w:val="28"/>
        </w:rPr>
      </w:pPr>
    </w:p>
    <w:p w14:paraId="11D87E09" w14:textId="77777777" w:rsidR="00E01D37" w:rsidRPr="00B5382C" w:rsidRDefault="00E01D37" w:rsidP="00E01D37">
      <w:pPr>
        <w:pStyle w:val="a3"/>
        <w:jc w:val="center"/>
        <w:rPr>
          <w:spacing w:val="0"/>
          <w:sz w:val="28"/>
          <w:szCs w:val="28"/>
        </w:rPr>
      </w:pPr>
    </w:p>
    <w:p w14:paraId="3967C99B" w14:textId="77777777" w:rsidR="00C60741" w:rsidRPr="00C60741" w:rsidRDefault="00E01D37" w:rsidP="00C60741">
      <w:pPr>
        <w:spacing w:line="240" w:lineRule="atLeast"/>
        <w:ind w:leftChars="133" w:left="479" w:hangingChars="100" w:hanging="200"/>
        <w:rPr>
          <w:rFonts w:ascii="ＭＳ 明朝" w:hAnsi="ＭＳ 明朝"/>
          <w:sz w:val="20"/>
          <w:szCs w:val="20"/>
        </w:rPr>
      </w:pPr>
      <w:r w:rsidRPr="00B5382C">
        <w:rPr>
          <w:rFonts w:ascii="ＭＳ 明朝" w:hAnsi="ＭＳ 明朝" w:hint="eastAsia"/>
          <w:sz w:val="20"/>
          <w:szCs w:val="20"/>
        </w:rPr>
        <w:t xml:space="preserve">　　</w:t>
      </w:r>
      <w:r w:rsidR="00C60741" w:rsidRPr="00C60741">
        <w:rPr>
          <w:rFonts w:ascii="ＭＳ 明朝" w:hAnsi="ＭＳ 明朝" w:hint="eastAsia"/>
          <w:sz w:val="20"/>
          <w:szCs w:val="20"/>
        </w:rPr>
        <w:t>私は、下記の事項について誓約します。</w:t>
      </w:r>
    </w:p>
    <w:p w14:paraId="5DAE0AD6"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 xml:space="preserve">　　なお、県が必要な場合には、滋賀県警察本部に照会することについて承諾します。</w:t>
      </w:r>
    </w:p>
    <w:p w14:paraId="78E2912D"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 xml:space="preserve">　　</w:t>
      </w:r>
    </w:p>
    <w:p w14:paraId="26E85898"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記</w:t>
      </w:r>
    </w:p>
    <w:p w14:paraId="3A9B92C4" w14:textId="77777777" w:rsidR="00C60741" w:rsidRPr="00C60741" w:rsidRDefault="00C60741" w:rsidP="00C60741">
      <w:pPr>
        <w:spacing w:line="240" w:lineRule="atLeast"/>
        <w:ind w:leftChars="133" w:left="479" w:hangingChars="100" w:hanging="200"/>
        <w:rPr>
          <w:rFonts w:ascii="ＭＳ 明朝" w:hAnsi="ＭＳ 明朝"/>
          <w:sz w:val="20"/>
          <w:szCs w:val="20"/>
        </w:rPr>
      </w:pPr>
    </w:p>
    <w:p w14:paraId="7D5A30FB"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１ 自己または自社もしくは自社の役員等が、次の各号のいずれにも該当する者ではありません。</w:t>
      </w:r>
    </w:p>
    <w:p w14:paraId="08160DD7"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（1） 暴力団（暴力団員による不当な行為の防止等に関する法律（平成３年法律第77号。以下</w:t>
      </w:r>
    </w:p>
    <w:p w14:paraId="511D9FEF"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「法</w:t>
      </w:r>
      <w:r w:rsidRPr="00C60741">
        <w:rPr>
          <w:rFonts w:ascii="ＭＳ 明朝" w:hAnsi="ＭＳ 明朝"/>
          <w:sz w:val="20"/>
          <w:szCs w:val="20"/>
        </w:rPr>
        <w:t>」</w:t>
      </w:r>
      <w:r w:rsidRPr="00C60741">
        <w:rPr>
          <w:rFonts w:ascii="ＭＳ 明朝" w:hAnsi="ＭＳ 明朝" w:hint="eastAsia"/>
          <w:sz w:val="20"/>
          <w:szCs w:val="20"/>
        </w:rPr>
        <w:t>という。) 第２条第２号に規定する暴力団をいう。以下同じ。）</w:t>
      </w:r>
    </w:p>
    <w:p w14:paraId="788D81D1"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（2） 暴力団員（法第２条第６号に規定する暴力団員をいう。以下同じ。）</w:t>
      </w:r>
    </w:p>
    <w:p w14:paraId="67BA21A4"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（3） 自己、自社もしくは第三者の不正の利益を図る目的または第三者に損害を与える目的をも</w:t>
      </w:r>
    </w:p>
    <w:p w14:paraId="6AA96E03"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って、暴力団または暴力団員を利用している者</w:t>
      </w:r>
    </w:p>
    <w:p w14:paraId="00EE5657"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（4） 暴力団または暴力団員に対して資金等を供給し、または便宜を供与するなど、直接的もし</w:t>
      </w:r>
    </w:p>
    <w:p w14:paraId="5272F4A3" w14:textId="77777777" w:rsidR="00C60741" w:rsidRPr="00C60741" w:rsidRDefault="00C60741" w:rsidP="00C60741">
      <w:pPr>
        <w:spacing w:line="240" w:lineRule="atLeast"/>
        <w:ind w:leftChars="133" w:left="479" w:hangingChars="100" w:hanging="200"/>
        <w:rPr>
          <w:rFonts w:ascii="ＭＳ 明朝" w:hAnsi="ＭＳ 明朝"/>
          <w:sz w:val="20"/>
          <w:szCs w:val="20"/>
        </w:rPr>
      </w:pPr>
      <w:proofErr w:type="gramStart"/>
      <w:r w:rsidRPr="00C60741">
        <w:rPr>
          <w:rFonts w:ascii="ＭＳ 明朝" w:hAnsi="ＭＳ 明朝" w:hint="eastAsia"/>
          <w:sz w:val="20"/>
          <w:szCs w:val="20"/>
        </w:rPr>
        <w:t>くは</w:t>
      </w:r>
      <w:proofErr w:type="gramEnd"/>
      <w:r w:rsidRPr="00C60741">
        <w:rPr>
          <w:rFonts w:ascii="ＭＳ 明朝" w:hAnsi="ＭＳ 明朝" w:hint="eastAsia"/>
          <w:sz w:val="20"/>
          <w:szCs w:val="20"/>
        </w:rPr>
        <w:t>積極的に暴力団の維持、運営に協力し、または関与している者</w:t>
      </w:r>
    </w:p>
    <w:p w14:paraId="1F1FF16D"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（5） 暴力団または暴力団員と社会的に非難されるべき関係を有している者</w:t>
      </w:r>
    </w:p>
    <w:p w14:paraId="277DAA3B"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（6） 上記（1）から（5）までのいずれかに該当する者であることを知りながら、これを不当に</w:t>
      </w:r>
    </w:p>
    <w:p w14:paraId="1AF865CA"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利用するなどしている者</w:t>
      </w:r>
    </w:p>
    <w:p w14:paraId="4665AD61"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 xml:space="preserve">　　　　</w:t>
      </w:r>
    </w:p>
    <w:p w14:paraId="45B94884"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２ １の（2）から（6）までに掲げる者が、その経営に実質的に関与している法人その他の団体または個人ではありません。</w:t>
      </w:r>
    </w:p>
    <w:p w14:paraId="701FC777" w14:textId="77777777" w:rsidR="00F96068" w:rsidRPr="00C60741" w:rsidRDefault="00F96068" w:rsidP="00C60741">
      <w:pPr>
        <w:spacing w:line="240" w:lineRule="atLeast"/>
        <w:ind w:leftChars="133" w:left="479" w:hangingChars="100" w:hanging="200"/>
        <w:rPr>
          <w:rFonts w:ascii="ＭＳ 明朝" w:hAnsi="ＭＳ 明朝"/>
          <w:sz w:val="20"/>
          <w:szCs w:val="20"/>
        </w:rPr>
      </w:pPr>
    </w:p>
    <w:p w14:paraId="0E34266E" w14:textId="77777777" w:rsidR="007375E0" w:rsidRPr="00B5382C" w:rsidRDefault="007375E0" w:rsidP="0036151C">
      <w:pPr>
        <w:spacing w:line="240" w:lineRule="atLeast"/>
        <w:ind w:leftChars="133" w:left="679" w:hangingChars="200" w:hanging="400"/>
        <w:rPr>
          <w:rFonts w:ascii="ＭＳ 明朝" w:hAnsi="ＭＳ 明朝"/>
          <w:sz w:val="20"/>
          <w:szCs w:val="20"/>
        </w:rPr>
      </w:pPr>
    </w:p>
    <w:p w14:paraId="01B309BB" w14:textId="77777777" w:rsidR="00F022B1" w:rsidRPr="00B5382C" w:rsidRDefault="00270CD4" w:rsidP="006D4C35">
      <w:pPr>
        <w:spacing w:line="240" w:lineRule="atLeast"/>
        <w:ind w:left="2" w:firstLineChars="400" w:firstLine="800"/>
        <w:rPr>
          <w:rFonts w:ascii="ＭＳ 明朝" w:hAnsi="ＭＳ 明朝"/>
          <w:sz w:val="20"/>
          <w:szCs w:val="20"/>
        </w:rPr>
      </w:pPr>
      <w:r w:rsidRPr="00B5382C">
        <w:rPr>
          <w:rFonts w:ascii="ＭＳ 明朝" w:hAnsi="ＭＳ 明朝" w:hint="eastAsia"/>
          <w:sz w:val="20"/>
          <w:szCs w:val="20"/>
        </w:rPr>
        <w:t xml:space="preserve"> </w:t>
      </w:r>
      <w:r w:rsidR="00F022B1" w:rsidRPr="00B5382C">
        <w:rPr>
          <w:rFonts w:ascii="ＭＳ 明朝" w:hAnsi="ＭＳ 明朝" w:hint="eastAsia"/>
          <w:sz w:val="20"/>
          <w:szCs w:val="20"/>
        </w:rPr>
        <w:t xml:space="preserve">　　年　　月　　日</w:t>
      </w:r>
    </w:p>
    <w:p w14:paraId="4C88EE26"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3C250FE2"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74DF270B" w14:textId="77777777" w:rsidR="007375E0" w:rsidRPr="00B5382C" w:rsidRDefault="007375E0" w:rsidP="00A3055B">
      <w:pPr>
        <w:pStyle w:val="a3"/>
        <w:ind w:firstLineChars="200" w:firstLine="400"/>
        <w:rPr>
          <w:spacing w:val="0"/>
        </w:rPr>
      </w:pPr>
      <w:r w:rsidRPr="00B5382C">
        <w:rPr>
          <w:rFonts w:hint="eastAsia"/>
          <w:spacing w:val="0"/>
        </w:rPr>
        <w:t>（あて先）</w:t>
      </w:r>
    </w:p>
    <w:p w14:paraId="2FE9B7F3" w14:textId="77777777" w:rsidR="007375E0" w:rsidRPr="00B5382C" w:rsidRDefault="003253FC" w:rsidP="003B3570">
      <w:pPr>
        <w:pStyle w:val="a3"/>
        <w:ind w:firstLineChars="300" w:firstLine="600"/>
        <w:rPr>
          <w:rFonts w:ascii="ＭＳ 明朝" w:hAnsi="ＭＳ 明朝"/>
          <w:spacing w:val="0"/>
        </w:rPr>
      </w:pPr>
      <w:r w:rsidRPr="00B5382C">
        <w:rPr>
          <w:rFonts w:ascii="ＭＳ 明朝" w:hAnsi="ＭＳ 明朝" w:hint="eastAsia"/>
          <w:spacing w:val="0"/>
        </w:rPr>
        <w:t>契約担当者</w:t>
      </w:r>
    </w:p>
    <w:p w14:paraId="3442AEEF"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7D3DCF80"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474E690C" w14:textId="77777777" w:rsidR="00B07E09" w:rsidRPr="00B5382C" w:rsidRDefault="00B07E09" w:rsidP="007375E0">
      <w:pPr>
        <w:spacing w:line="240" w:lineRule="atLeast"/>
        <w:ind w:leftChars="333" w:left="699" w:firstLineChars="1300" w:firstLine="2600"/>
        <w:rPr>
          <w:rFonts w:ascii="ＭＳ 明朝" w:hAnsi="ＭＳ 明朝"/>
          <w:sz w:val="20"/>
          <w:szCs w:val="20"/>
        </w:rPr>
      </w:pPr>
      <w:r w:rsidRPr="00B5382C">
        <w:rPr>
          <w:rFonts w:ascii="ＭＳ 明朝" w:hAnsi="ＭＳ 明朝" w:hint="eastAsia"/>
          <w:sz w:val="20"/>
          <w:szCs w:val="20"/>
        </w:rPr>
        <w:t>〔法人、団体にあっては事務所所在地〕</w:t>
      </w:r>
    </w:p>
    <w:p w14:paraId="2620BB77" w14:textId="77777777" w:rsidR="00270CD4" w:rsidRPr="00B5382C" w:rsidRDefault="00270CD4" w:rsidP="00B07E09">
      <w:pPr>
        <w:spacing w:line="240" w:lineRule="atLeast"/>
        <w:ind w:leftChars="323" w:left="678" w:firstLineChars="400" w:firstLine="800"/>
        <w:rPr>
          <w:rFonts w:ascii="ＭＳ 明朝" w:hAnsi="ＭＳ 明朝"/>
          <w:sz w:val="20"/>
          <w:szCs w:val="20"/>
        </w:rPr>
      </w:pPr>
    </w:p>
    <w:p w14:paraId="50C4905B" w14:textId="77777777" w:rsidR="00B07E09" w:rsidRPr="00B5382C" w:rsidRDefault="00B07E09" w:rsidP="00B07E09">
      <w:pPr>
        <w:spacing w:line="240" w:lineRule="atLeast"/>
        <w:ind w:leftChars="323" w:left="678" w:firstLineChars="400" w:firstLine="800"/>
        <w:rPr>
          <w:rFonts w:ascii="ＭＳ 明朝" w:hAnsi="ＭＳ 明朝"/>
          <w:sz w:val="20"/>
          <w:szCs w:val="20"/>
          <w:u w:val="single"/>
        </w:rPr>
      </w:pPr>
      <w:r w:rsidRPr="00B5382C">
        <w:rPr>
          <w:rFonts w:ascii="ＭＳ 明朝" w:hAnsi="ＭＳ 明朝" w:hint="eastAsia"/>
          <w:sz w:val="20"/>
          <w:szCs w:val="20"/>
          <w:u w:val="single"/>
        </w:rPr>
        <w:t xml:space="preserve">住　　　</w:t>
      </w:r>
      <w:r w:rsidR="00D93739" w:rsidRPr="00B5382C">
        <w:rPr>
          <w:rFonts w:ascii="ＭＳ 明朝" w:hAnsi="ＭＳ 明朝" w:hint="eastAsia"/>
          <w:sz w:val="20"/>
          <w:szCs w:val="20"/>
          <w:u w:val="single"/>
        </w:rPr>
        <w:t xml:space="preserve"> </w:t>
      </w:r>
      <w:r w:rsidRPr="00B5382C">
        <w:rPr>
          <w:rFonts w:ascii="ＭＳ 明朝" w:hAnsi="ＭＳ 明朝" w:hint="eastAsia"/>
          <w:sz w:val="20"/>
          <w:szCs w:val="20"/>
          <w:u w:val="single"/>
        </w:rPr>
        <w:t xml:space="preserve">　所　　　　　　　　　　　　　　　　　　　　　　　</w:t>
      </w:r>
      <w:r w:rsidR="00B32C87" w:rsidRPr="00B5382C">
        <w:rPr>
          <w:rFonts w:ascii="ＭＳ 明朝" w:hAnsi="ＭＳ 明朝" w:hint="eastAsia"/>
          <w:sz w:val="20"/>
          <w:szCs w:val="20"/>
          <w:u w:val="single"/>
        </w:rPr>
        <w:t xml:space="preserve">　　　　　</w:t>
      </w:r>
      <w:r w:rsidRPr="00B5382C">
        <w:rPr>
          <w:rFonts w:ascii="ＭＳ 明朝" w:hAnsi="ＭＳ 明朝" w:hint="eastAsia"/>
          <w:sz w:val="20"/>
          <w:szCs w:val="20"/>
          <w:u w:val="single"/>
        </w:rPr>
        <w:t xml:space="preserve">　</w:t>
      </w:r>
    </w:p>
    <w:p w14:paraId="1FE2E1E1" w14:textId="77777777" w:rsidR="007375E0" w:rsidRPr="00B5382C" w:rsidRDefault="007375E0" w:rsidP="00B07E09">
      <w:pPr>
        <w:spacing w:line="240" w:lineRule="atLeast"/>
        <w:ind w:leftChars="323" w:left="678" w:firstLineChars="1100" w:firstLine="2200"/>
        <w:rPr>
          <w:rFonts w:ascii="ＭＳ 明朝" w:hAnsi="ＭＳ 明朝"/>
          <w:sz w:val="20"/>
          <w:szCs w:val="20"/>
        </w:rPr>
      </w:pPr>
    </w:p>
    <w:p w14:paraId="5E004104" w14:textId="77777777" w:rsidR="007375E0" w:rsidRPr="00B5382C" w:rsidRDefault="007375E0" w:rsidP="00B07E09">
      <w:pPr>
        <w:spacing w:line="240" w:lineRule="atLeast"/>
        <w:ind w:leftChars="323" w:left="678" w:firstLineChars="1100" w:firstLine="2200"/>
        <w:rPr>
          <w:rFonts w:ascii="ＭＳ 明朝" w:hAnsi="ＭＳ 明朝"/>
          <w:sz w:val="20"/>
          <w:szCs w:val="20"/>
        </w:rPr>
      </w:pPr>
    </w:p>
    <w:p w14:paraId="4ACB0CD8" w14:textId="77777777" w:rsidR="00B07E09" w:rsidRPr="00B5382C" w:rsidRDefault="00B07E09" w:rsidP="007375E0">
      <w:pPr>
        <w:spacing w:line="240" w:lineRule="atLeast"/>
        <w:ind w:leftChars="323" w:left="678" w:firstLineChars="1300" w:firstLine="2600"/>
        <w:rPr>
          <w:rFonts w:ascii="ＭＳ 明朝" w:hAnsi="ＭＳ 明朝"/>
          <w:sz w:val="20"/>
          <w:szCs w:val="20"/>
        </w:rPr>
      </w:pPr>
      <w:r w:rsidRPr="00B5382C">
        <w:rPr>
          <w:rFonts w:ascii="ＭＳ 明朝" w:hAnsi="ＭＳ 明朝" w:hint="eastAsia"/>
          <w:sz w:val="20"/>
          <w:szCs w:val="20"/>
        </w:rPr>
        <w:t>〔法人、団体にあっては法人・団体名、代表者名〕</w:t>
      </w:r>
    </w:p>
    <w:p w14:paraId="6AB8A4DD" w14:textId="77777777" w:rsidR="00B07E09" w:rsidRPr="00B5382C" w:rsidRDefault="00D93739" w:rsidP="00B07E09">
      <w:pPr>
        <w:spacing w:line="240" w:lineRule="atLeast"/>
        <w:ind w:leftChars="323" w:left="678" w:firstLineChars="500" w:firstLine="1000"/>
        <w:rPr>
          <w:rFonts w:ascii="ＭＳ 明朝" w:hAnsi="ＭＳ 明朝"/>
          <w:sz w:val="20"/>
          <w:szCs w:val="20"/>
        </w:rPr>
      </w:pPr>
      <w:r w:rsidRPr="00B5382C">
        <w:rPr>
          <w:rFonts w:ascii="ＭＳ 明朝" w:hAnsi="ＭＳ 明朝" w:hint="eastAsia"/>
          <w:sz w:val="20"/>
          <w:szCs w:val="20"/>
        </w:rPr>
        <w:t>(ふりがな)</w:t>
      </w:r>
    </w:p>
    <w:p w14:paraId="4899AFCA" w14:textId="77777777" w:rsidR="00B07E09" w:rsidRPr="00B5382C" w:rsidRDefault="00B07E09" w:rsidP="00B07E09">
      <w:pPr>
        <w:spacing w:line="240" w:lineRule="atLeast"/>
        <w:ind w:leftChars="323" w:left="678" w:firstLineChars="400" w:firstLine="800"/>
        <w:rPr>
          <w:rFonts w:ascii="ＭＳ 明朝" w:hAnsi="ＭＳ 明朝"/>
          <w:sz w:val="20"/>
          <w:szCs w:val="20"/>
          <w:u w:val="single"/>
        </w:rPr>
      </w:pPr>
      <w:r w:rsidRPr="00B5382C">
        <w:rPr>
          <w:rFonts w:ascii="ＭＳ 明朝" w:hAnsi="ＭＳ 明朝" w:hint="eastAsia"/>
          <w:sz w:val="20"/>
          <w:szCs w:val="20"/>
          <w:u w:val="single"/>
        </w:rPr>
        <w:t xml:space="preserve">氏　　　　 名                                           </w:t>
      </w:r>
      <w:r w:rsidR="00B32C87" w:rsidRPr="00B5382C">
        <w:rPr>
          <w:rFonts w:ascii="ＭＳ 明朝" w:hAnsi="ＭＳ 明朝" w:hint="eastAsia"/>
          <w:sz w:val="20"/>
          <w:szCs w:val="20"/>
          <w:u w:val="single"/>
        </w:rPr>
        <w:t xml:space="preserve">　　　　　　</w:t>
      </w:r>
      <w:r w:rsidRPr="00B5382C">
        <w:rPr>
          <w:rFonts w:ascii="ＭＳ 明朝" w:hAnsi="ＭＳ 明朝" w:hint="eastAsia"/>
          <w:sz w:val="20"/>
          <w:szCs w:val="20"/>
          <w:u w:val="single"/>
        </w:rPr>
        <w:t xml:space="preserve">   </w:t>
      </w:r>
    </w:p>
    <w:p w14:paraId="4AF9BBBD" w14:textId="77777777" w:rsidR="007375E0" w:rsidRPr="00B5382C" w:rsidRDefault="007375E0" w:rsidP="00B32C87">
      <w:pPr>
        <w:spacing w:line="240" w:lineRule="atLeast"/>
        <w:ind w:leftChars="323" w:left="678" w:firstLineChars="1100" w:firstLine="2200"/>
        <w:rPr>
          <w:rFonts w:ascii="ＭＳ 明朝" w:hAnsi="ＭＳ 明朝"/>
          <w:sz w:val="20"/>
          <w:szCs w:val="20"/>
        </w:rPr>
      </w:pPr>
    </w:p>
    <w:p w14:paraId="69A415F4" w14:textId="77777777" w:rsidR="007375E0" w:rsidRPr="00B5382C" w:rsidRDefault="007375E0" w:rsidP="00B32C87">
      <w:pPr>
        <w:spacing w:line="240" w:lineRule="atLeast"/>
        <w:ind w:leftChars="323" w:left="678" w:firstLineChars="1100" w:firstLine="2200"/>
        <w:rPr>
          <w:rFonts w:ascii="ＭＳ 明朝" w:hAnsi="ＭＳ 明朝"/>
          <w:sz w:val="20"/>
          <w:szCs w:val="20"/>
        </w:rPr>
      </w:pPr>
    </w:p>
    <w:sectPr w:rsidR="007375E0" w:rsidRPr="00B5382C" w:rsidSect="009B0B08">
      <w:pgSz w:w="11906" w:h="16838"/>
      <w:pgMar w:top="1701" w:right="1417" w:bottom="1843"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A61F3" w14:textId="77777777" w:rsidR="007140AF" w:rsidRDefault="007140AF" w:rsidP="00FE0826">
      <w:r>
        <w:separator/>
      </w:r>
    </w:p>
  </w:endnote>
  <w:endnote w:type="continuationSeparator" w:id="0">
    <w:p w14:paraId="39677D3C" w14:textId="77777777" w:rsidR="007140AF" w:rsidRDefault="007140AF" w:rsidP="00FE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6A467" w14:textId="77777777" w:rsidR="007140AF" w:rsidRDefault="007140AF" w:rsidP="00FE0826">
      <w:r>
        <w:separator/>
      </w:r>
    </w:p>
  </w:footnote>
  <w:footnote w:type="continuationSeparator" w:id="0">
    <w:p w14:paraId="1D077C10" w14:textId="77777777" w:rsidR="007140AF" w:rsidRDefault="007140AF" w:rsidP="00FE0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2pt;height:12pt" o:bullet="t">
        <v:imagedata r:id="rId1" o:title=""/>
      </v:shape>
    </w:pict>
  </w:numPicBullet>
  <w:abstractNum w:abstractNumId="0" w15:restartNumberingAfterBreak="0">
    <w:nsid w:val="179F6DB1"/>
    <w:multiLevelType w:val="hybridMultilevel"/>
    <w:tmpl w:val="7DFA5A54"/>
    <w:lvl w:ilvl="0" w:tplc="BFC0DEC2">
      <w:start w:val="10"/>
      <w:numFmt w:val="decimal"/>
      <w:lvlText w:val="第%1条"/>
      <w:lvlJc w:val="left"/>
      <w:pPr>
        <w:tabs>
          <w:tab w:val="num" w:pos="810"/>
        </w:tabs>
        <w:ind w:left="810" w:hanging="81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96520C6"/>
    <w:multiLevelType w:val="hybridMultilevel"/>
    <w:tmpl w:val="B39C00CA"/>
    <w:lvl w:ilvl="0" w:tplc="E5580136">
      <w:start w:val="2"/>
      <w:numFmt w:val="decimal"/>
      <w:lvlText w:val="(%1)"/>
      <w:lvlJc w:val="left"/>
      <w:pPr>
        <w:tabs>
          <w:tab w:val="num" w:pos="1024"/>
        </w:tabs>
        <w:ind w:left="1024" w:hanging="510"/>
      </w:pPr>
      <w:rPr>
        <w:rFonts w:hint="default"/>
      </w:rPr>
    </w:lvl>
    <w:lvl w:ilvl="1" w:tplc="04090017" w:tentative="1">
      <w:start w:val="1"/>
      <w:numFmt w:val="aiueoFullWidth"/>
      <w:lvlText w:val="(%2)"/>
      <w:lvlJc w:val="left"/>
      <w:pPr>
        <w:tabs>
          <w:tab w:val="num" w:pos="1354"/>
        </w:tabs>
        <w:ind w:left="1354" w:hanging="420"/>
      </w:pPr>
    </w:lvl>
    <w:lvl w:ilvl="2" w:tplc="04090011" w:tentative="1">
      <w:start w:val="1"/>
      <w:numFmt w:val="decimalEnclosedCircle"/>
      <w:lvlText w:val="%3"/>
      <w:lvlJc w:val="left"/>
      <w:pPr>
        <w:tabs>
          <w:tab w:val="num" w:pos="1774"/>
        </w:tabs>
        <w:ind w:left="1774" w:hanging="420"/>
      </w:pPr>
    </w:lvl>
    <w:lvl w:ilvl="3" w:tplc="0409000F" w:tentative="1">
      <w:start w:val="1"/>
      <w:numFmt w:val="decimal"/>
      <w:lvlText w:val="%4."/>
      <w:lvlJc w:val="left"/>
      <w:pPr>
        <w:tabs>
          <w:tab w:val="num" w:pos="2194"/>
        </w:tabs>
        <w:ind w:left="2194" w:hanging="420"/>
      </w:pPr>
    </w:lvl>
    <w:lvl w:ilvl="4" w:tplc="04090017" w:tentative="1">
      <w:start w:val="1"/>
      <w:numFmt w:val="aiueoFullWidth"/>
      <w:lvlText w:val="(%5)"/>
      <w:lvlJc w:val="left"/>
      <w:pPr>
        <w:tabs>
          <w:tab w:val="num" w:pos="2614"/>
        </w:tabs>
        <w:ind w:left="2614" w:hanging="420"/>
      </w:pPr>
    </w:lvl>
    <w:lvl w:ilvl="5" w:tplc="04090011" w:tentative="1">
      <w:start w:val="1"/>
      <w:numFmt w:val="decimalEnclosedCircle"/>
      <w:lvlText w:val="%6"/>
      <w:lvlJc w:val="left"/>
      <w:pPr>
        <w:tabs>
          <w:tab w:val="num" w:pos="3034"/>
        </w:tabs>
        <w:ind w:left="3034" w:hanging="420"/>
      </w:pPr>
    </w:lvl>
    <w:lvl w:ilvl="6" w:tplc="0409000F" w:tentative="1">
      <w:start w:val="1"/>
      <w:numFmt w:val="decimal"/>
      <w:lvlText w:val="%7."/>
      <w:lvlJc w:val="left"/>
      <w:pPr>
        <w:tabs>
          <w:tab w:val="num" w:pos="3454"/>
        </w:tabs>
        <w:ind w:left="3454" w:hanging="420"/>
      </w:pPr>
    </w:lvl>
    <w:lvl w:ilvl="7" w:tplc="04090017" w:tentative="1">
      <w:start w:val="1"/>
      <w:numFmt w:val="aiueoFullWidth"/>
      <w:lvlText w:val="(%8)"/>
      <w:lvlJc w:val="left"/>
      <w:pPr>
        <w:tabs>
          <w:tab w:val="num" w:pos="3874"/>
        </w:tabs>
        <w:ind w:left="3874" w:hanging="420"/>
      </w:pPr>
    </w:lvl>
    <w:lvl w:ilvl="8" w:tplc="04090011" w:tentative="1">
      <w:start w:val="1"/>
      <w:numFmt w:val="decimalEnclosedCircle"/>
      <w:lvlText w:val="%9"/>
      <w:lvlJc w:val="left"/>
      <w:pPr>
        <w:tabs>
          <w:tab w:val="num" w:pos="4294"/>
        </w:tabs>
        <w:ind w:left="429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76"/>
    <w:rsid w:val="0000118B"/>
    <w:rsid w:val="000433DB"/>
    <w:rsid w:val="000472DD"/>
    <w:rsid w:val="00057574"/>
    <w:rsid w:val="000D1BD8"/>
    <w:rsid w:val="000D2ADC"/>
    <w:rsid w:val="000F444B"/>
    <w:rsid w:val="000F689F"/>
    <w:rsid w:val="00154D92"/>
    <w:rsid w:val="00162D09"/>
    <w:rsid w:val="00176A0F"/>
    <w:rsid w:val="001772BB"/>
    <w:rsid w:val="001A690B"/>
    <w:rsid w:val="001B0FCC"/>
    <w:rsid w:val="001D28BA"/>
    <w:rsid w:val="001D3DB8"/>
    <w:rsid w:val="001E32D3"/>
    <w:rsid w:val="001E542D"/>
    <w:rsid w:val="001E70AC"/>
    <w:rsid w:val="002201C7"/>
    <w:rsid w:val="00231D30"/>
    <w:rsid w:val="00252D1E"/>
    <w:rsid w:val="00254F07"/>
    <w:rsid w:val="00255241"/>
    <w:rsid w:val="00270CD4"/>
    <w:rsid w:val="002717FD"/>
    <w:rsid w:val="00282129"/>
    <w:rsid w:val="002B3A91"/>
    <w:rsid w:val="002B7206"/>
    <w:rsid w:val="002C4D20"/>
    <w:rsid w:val="002D4201"/>
    <w:rsid w:val="003253FC"/>
    <w:rsid w:val="0036151C"/>
    <w:rsid w:val="003650D6"/>
    <w:rsid w:val="00397D75"/>
    <w:rsid w:val="003A4717"/>
    <w:rsid w:val="003B3570"/>
    <w:rsid w:val="004115E7"/>
    <w:rsid w:val="00462260"/>
    <w:rsid w:val="00477484"/>
    <w:rsid w:val="00481E7E"/>
    <w:rsid w:val="004A13F5"/>
    <w:rsid w:val="004B3CAC"/>
    <w:rsid w:val="004D7458"/>
    <w:rsid w:val="004E41C6"/>
    <w:rsid w:val="004F55C4"/>
    <w:rsid w:val="00500732"/>
    <w:rsid w:val="0052268A"/>
    <w:rsid w:val="005400F9"/>
    <w:rsid w:val="0054471D"/>
    <w:rsid w:val="005534AB"/>
    <w:rsid w:val="005650F9"/>
    <w:rsid w:val="00575158"/>
    <w:rsid w:val="00591050"/>
    <w:rsid w:val="005A6376"/>
    <w:rsid w:val="005E5484"/>
    <w:rsid w:val="00622E4E"/>
    <w:rsid w:val="006260FF"/>
    <w:rsid w:val="00651FDD"/>
    <w:rsid w:val="00653666"/>
    <w:rsid w:val="00654EB5"/>
    <w:rsid w:val="00662D9F"/>
    <w:rsid w:val="00664D42"/>
    <w:rsid w:val="006659A2"/>
    <w:rsid w:val="00666B64"/>
    <w:rsid w:val="006D4C35"/>
    <w:rsid w:val="007140AF"/>
    <w:rsid w:val="00725EF7"/>
    <w:rsid w:val="00734E30"/>
    <w:rsid w:val="007375E0"/>
    <w:rsid w:val="0074637D"/>
    <w:rsid w:val="007514BB"/>
    <w:rsid w:val="00752354"/>
    <w:rsid w:val="00756448"/>
    <w:rsid w:val="00784627"/>
    <w:rsid w:val="00784FB3"/>
    <w:rsid w:val="007862A9"/>
    <w:rsid w:val="00794929"/>
    <w:rsid w:val="007A1F4A"/>
    <w:rsid w:val="007C0C67"/>
    <w:rsid w:val="007D4BC5"/>
    <w:rsid w:val="007F639F"/>
    <w:rsid w:val="008432E2"/>
    <w:rsid w:val="008433FB"/>
    <w:rsid w:val="00863B34"/>
    <w:rsid w:val="00896972"/>
    <w:rsid w:val="008B5F88"/>
    <w:rsid w:val="008C326D"/>
    <w:rsid w:val="008E140E"/>
    <w:rsid w:val="008F50A4"/>
    <w:rsid w:val="00911829"/>
    <w:rsid w:val="00930C47"/>
    <w:rsid w:val="009528ED"/>
    <w:rsid w:val="00954C57"/>
    <w:rsid w:val="0096251B"/>
    <w:rsid w:val="00982EE0"/>
    <w:rsid w:val="009B0B08"/>
    <w:rsid w:val="009D0937"/>
    <w:rsid w:val="00A17AC6"/>
    <w:rsid w:val="00A3055B"/>
    <w:rsid w:val="00A47D50"/>
    <w:rsid w:val="00A73506"/>
    <w:rsid w:val="00AA179A"/>
    <w:rsid w:val="00AD3E75"/>
    <w:rsid w:val="00AE3A12"/>
    <w:rsid w:val="00AF4ECE"/>
    <w:rsid w:val="00B07E09"/>
    <w:rsid w:val="00B32C87"/>
    <w:rsid w:val="00B345C5"/>
    <w:rsid w:val="00B5382C"/>
    <w:rsid w:val="00B55283"/>
    <w:rsid w:val="00B82A9C"/>
    <w:rsid w:val="00BB3BD7"/>
    <w:rsid w:val="00BF5BC4"/>
    <w:rsid w:val="00C0164D"/>
    <w:rsid w:val="00C021CC"/>
    <w:rsid w:val="00C16194"/>
    <w:rsid w:val="00C60741"/>
    <w:rsid w:val="00C83A86"/>
    <w:rsid w:val="00CB2312"/>
    <w:rsid w:val="00CC1804"/>
    <w:rsid w:val="00CC3631"/>
    <w:rsid w:val="00CC5302"/>
    <w:rsid w:val="00CD3363"/>
    <w:rsid w:val="00CE5FCF"/>
    <w:rsid w:val="00CE76C3"/>
    <w:rsid w:val="00D162D7"/>
    <w:rsid w:val="00D275B8"/>
    <w:rsid w:val="00D3113A"/>
    <w:rsid w:val="00D32724"/>
    <w:rsid w:val="00D341DE"/>
    <w:rsid w:val="00D37732"/>
    <w:rsid w:val="00D730E5"/>
    <w:rsid w:val="00D93739"/>
    <w:rsid w:val="00DB47C1"/>
    <w:rsid w:val="00E01D37"/>
    <w:rsid w:val="00E22497"/>
    <w:rsid w:val="00E4106B"/>
    <w:rsid w:val="00E47EA0"/>
    <w:rsid w:val="00E627FF"/>
    <w:rsid w:val="00E76035"/>
    <w:rsid w:val="00EA7AFF"/>
    <w:rsid w:val="00EC24EE"/>
    <w:rsid w:val="00F022B1"/>
    <w:rsid w:val="00F0743B"/>
    <w:rsid w:val="00F55CCD"/>
    <w:rsid w:val="00F64B10"/>
    <w:rsid w:val="00F72093"/>
    <w:rsid w:val="00F74896"/>
    <w:rsid w:val="00F77F25"/>
    <w:rsid w:val="00F96068"/>
    <w:rsid w:val="00FA010B"/>
    <w:rsid w:val="00FC1CFB"/>
    <w:rsid w:val="00FD043A"/>
    <w:rsid w:val="00FE0826"/>
    <w:rsid w:val="00FE6A71"/>
    <w:rsid w:val="00FF5A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1A22BD"/>
  <w15:chartTrackingRefBased/>
  <w15:docId w15:val="{1138DD14-058C-46A2-9D41-56223D30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3A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0" w:lineRule="exact"/>
      <w:jc w:val="both"/>
    </w:pPr>
    <w:rPr>
      <w:rFonts w:cs="ＭＳ 明朝"/>
      <w:spacing w:val="-1"/>
    </w:rPr>
  </w:style>
  <w:style w:type="table" w:styleId="a4">
    <w:name w:val="Table Grid"/>
    <w:basedOn w:val="a1"/>
    <w:rsid w:val="00B82A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E0826"/>
    <w:pPr>
      <w:tabs>
        <w:tab w:val="center" w:pos="4252"/>
        <w:tab w:val="right" w:pos="8504"/>
      </w:tabs>
      <w:snapToGrid w:val="0"/>
    </w:pPr>
  </w:style>
  <w:style w:type="character" w:customStyle="1" w:styleId="a6">
    <w:name w:val="ヘッダー (文字)"/>
    <w:link w:val="a5"/>
    <w:rsid w:val="00FE0826"/>
    <w:rPr>
      <w:kern w:val="2"/>
      <w:sz w:val="21"/>
      <w:szCs w:val="24"/>
    </w:rPr>
  </w:style>
  <w:style w:type="paragraph" w:styleId="a7">
    <w:name w:val="footer"/>
    <w:basedOn w:val="a"/>
    <w:link w:val="a8"/>
    <w:rsid w:val="00FE0826"/>
    <w:pPr>
      <w:tabs>
        <w:tab w:val="center" w:pos="4252"/>
        <w:tab w:val="right" w:pos="8504"/>
      </w:tabs>
      <w:snapToGrid w:val="0"/>
    </w:pPr>
  </w:style>
  <w:style w:type="character" w:customStyle="1" w:styleId="a8">
    <w:name w:val="フッター (文字)"/>
    <w:link w:val="a7"/>
    <w:rsid w:val="00FE0826"/>
    <w:rPr>
      <w:kern w:val="2"/>
      <w:sz w:val="21"/>
      <w:szCs w:val="24"/>
    </w:rPr>
  </w:style>
  <w:style w:type="paragraph" w:styleId="a9">
    <w:name w:val="Balloon Text"/>
    <w:basedOn w:val="a"/>
    <w:link w:val="aa"/>
    <w:rsid w:val="00930C47"/>
    <w:rPr>
      <w:rFonts w:ascii="Arial" w:eastAsia="ＭＳ ゴシック" w:hAnsi="Arial"/>
      <w:sz w:val="18"/>
      <w:szCs w:val="18"/>
    </w:rPr>
  </w:style>
  <w:style w:type="character" w:customStyle="1" w:styleId="aa">
    <w:name w:val="吹き出し (文字)"/>
    <w:link w:val="a9"/>
    <w:rsid w:val="00930C4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207268\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0</TotalTime>
  <Pages>1</Pages>
  <Words>108</Words>
  <Characters>617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物品の売買に関する契約書の書式について</vt:lpstr>
      <vt:lpstr>物品の売買に関する契約書の書式について</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物品の売買に関する契約書の書式について</dc:title>
  <dc:subject/>
  <dc:creator>w</dc:creator>
  <cp:keywords/>
  <cp:lastModifiedBy>大橋　章展</cp:lastModifiedBy>
  <cp:revision>2</cp:revision>
  <cp:lastPrinted>2023-03-20T02:53:00Z</cp:lastPrinted>
  <dcterms:created xsi:type="dcterms:W3CDTF">2025-04-21T05:02:00Z</dcterms:created>
  <dcterms:modified xsi:type="dcterms:W3CDTF">2025-04-21T05:02:00Z</dcterms:modified>
</cp:coreProperties>
</file>